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97264" w14:textId="77777777" w:rsidR="00CF4B5A" w:rsidRDefault="00CF4B5A" w:rsidP="00CF4B5A">
      <w:pPr>
        <w:ind w:left="708"/>
        <w:rPr>
          <w:rFonts w:ascii="Tahoma" w:hAnsi="Tahoma" w:cs="Tahoma"/>
          <w:lang w:val="en-US"/>
        </w:rPr>
      </w:pPr>
    </w:p>
    <w:p w14:paraId="0C965A05" w14:textId="77777777" w:rsidR="00CF4B5A" w:rsidRDefault="00CF4B5A" w:rsidP="00CF4B5A">
      <w:pPr>
        <w:rPr>
          <w:rFonts w:ascii="Tahoma" w:hAnsi="Tahoma" w:cs="Tahoma"/>
          <w:lang w:val="en-US"/>
        </w:rPr>
      </w:pPr>
    </w:p>
    <w:tbl>
      <w:tblPr>
        <w:tblW w:w="6095" w:type="dxa"/>
        <w:tblInd w:w="8755" w:type="dxa"/>
        <w:tblLook w:val="01E0" w:firstRow="1" w:lastRow="1" w:firstColumn="1" w:lastColumn="1" w:noHBand="0" w:noVBand="0"/>
      </w:tblPr>
      <w:tblGrid>
        <w:gridCol w:w="6095"/>
      </w:tblGrid>
      <w:tr w:rsidR="00CF4B5A" w14:paraId="792661E9" w14:textId="77777777" w:rsidTr="00CF4B5A">
        <w:trPr>
          <w:trHeight w:val="304"/>
        </w:trPr>
        <w:tc>
          <w:tcPr>
            <w:tcW w:w="6095" w:type="dxa"/>
            <w:hideMark/>
          </w:tcPr>
          <w:p w14:paraId="7F0836AC" w14:textId="77777777" w:rsidR="00CF4B5A" w:rsidRDefault="00CF4B5A">
            <w:pPr>
              <w:spacing w:line="276" w:lineRule="auto"/>
              <w:rPr>
                <w:rFonts w:ascii="Tahoma" w:hAnsi="Tahoma" w:cs="Tahoma"/>
                <w:lang w:val="en-US" w:eastAsia="en-US"/>
              </w:rPr>
            </w:pPr>
            <w:r>
              <w:rPr>
                <w:rFonts w:ascii="Tahoma" w:hAnsi="Tahoma" w:cs="Tahoma"/>
                <w:lang w:val="en-US" w:eastAsia="en-US"/>
              </w:rPr>
              <w:tab/>
            </w:r>
            <w:r>
              <w:rPr>
                <w:rFonts w:ascii="Tahoma" w:hAnsi="Tahoma" w:cs="Tahoma"/>
                <w:lang w:val="en-US" w:eastAsia="en-US"/>
              </w:rPr>
              <w:tab/>
            </w:r>
            <w:r>
              <w:rPr>
                <w:rFonts w:ascii="Tahoma" w:hAnsi="Tahoma" w:cs="Tahoma"/>
                <w:lang w:eastAsia="en-US"/>
              </w:rPr>
              <w:t xml:space="preserve">                                                           Приложение № </w:t>
            </w:r>
            <w:r>
              <w:rPr>
                <w:rFonts w:ascii="Tahoma" w:hAnsi="Tahoma" w:cs="Tahoma"/>
                <w:lang w:val="en-US" w:eastAsia="en-US"/>
              </w:rPr>
              <w:t>6</w:t>
            </w:r>
          </w:p>
        </w:tc>
      </w:tr>
      <w:tr w:rsidR="00CF4B5A" w14:paraId="6C723D2E" w14:textId="77777777" w:rsidTr="00CF4B5A">
        <w:trPr>
          <w:trHeight w:val="404"/>
        </w:trPr>
        <w:tc>
          <w:tcPr>
            <w:tcW w:w="6095" w:type="dxa"/>
            <w:hideMark/>
          </w:tcPr>
          <w:p w14:paraId="50872A65" w14:textId="77777777" w:rsidR="00CF4B5A" w:rsidRDefault="00CF4B5A">
            <w:pPr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к Договору № __________</w:t>
            </w:r>
          </w:p>
        </w:tc>
      </w:tr>
      <w:tr w:rsidR="00CF4B5A" w14:paraId="62369B9F" w14:textId="77777777" w:rsidTr="00CF4B5A">
        <w:trPr>
          <w:trHeight w:val="404"/>
        </w:trPr>
        <w:tc>
          <w:tcPr>
            <w:tcW w:w="6095" w:type="dxa"/>
            <w:hideMark/>
          </w:tcPr>
          <w:p w14:paraId="75A1FB67" w14:textId="77777777" w:rsidR="00CF4B5A" w:rsidRDefault="00CF4B5A">
            <w:pPr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от «__________» _________________________20_______г.</w:t>
            </w:r>
          </w:p>
        </w:tc>
      </w:tr>
    </w:tbl>
    <w:p w14:paraId="63FD10AE" w14:textId="77777777" w:rsidR="00CF4B5A" w:rsidRDefault="00CF4B5A" w:rsidP="00CF4B5A">
      <w:pPr>
        <w:jc w:val="right"/>
        <w:rPr>
          <w:rFonts w:ascii="Tahoma" w:hAnsi="Tahoma" w:cs="Tahoma"/>
          <w:b/>
          <w:bCs/>
        </w:rPr>
      </w:pPr>
    </w:p>
    <w:p w14:paraId="7E75CEF4" w14:textId="77777777" w:rsidR="00CF4B5A" w:rsidRDefault="00CF4B5A" w:rsidP="00CF4B5A">
      <w:pPr>
        <w:jc w:val="both"/>
        <w:rPr>
          <w:rFonts w:ascii="Tahoma" w:hAnsi="Tahoma" w:cs="Tahoma"/>
          <w:b/>
          <w:bCs/>
        </w:rPr>
      </w:pPr>
    </w:p>
    <w:p w14:paraId="08916E7D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Форма предоставления информации </w:t>
      </w:r>
    </w:p>
    <w:p w14:paraId="4E487106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</w:p>
    <w:p w14:paraId="4C24D52F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</w:p>
    <w:p w14:paraId="3C135C64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</w:p>
    <w:tbl>
      <w:tblPr>
        <w:tblW w:w="0" w:type="auto"/>
        <w:tblInd w:w="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55"/>
        <w:gridCol w:w="1134"/>
        <w:gridCol w:w="2126"/>
        <w:gridCol w:w="1843"/>
        <w:gridCol w:w="1843"/>
      </w:tblGrid>
      <w:tr w:rsidR="00CF4B5A" w14:paraId="2A5E77F0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4CE2" w14:textId="77777777" w:rsidR="00CF4B5A" w:rsidRDefault="00CF4B5A">
            <w:pPr>
              <w:pStyle w:val="a7"/>
              <w:spacing w:line="27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№ п/п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4ACD" w14:textId="77777777" w:rsidR="00CF4B5A" w:rsidRDefault="00CF4B5A">
            <w:pPr>
              <w:pStyle w:val="a7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Адрес многоквартирного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6601" w14:textId="77777777" w:rsidR="00CF4B5A" w:rsidRDefault="00CF4B5A">
            <w:pPr>
              <w:pStyle w:val="a7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№ кв.</w:t>
            </w:r>
          </w:p>
          <w:p w14:paraId="53EDEB6F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EE91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Количество лиц, зарегистрированных в квартире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2A6F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Количество фактически проживающих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C489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snapToGrid w:val="0"/>
                <w:color w:val="000000"/>
                <w:lang w:eastAsia="en-US"/>
              </w:rPr>
            </w:pPr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 xml:space="preserve">Площадь помещения, </w:t>
            </w:r>
            <w:proofErr w:type="spellStart"/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кв.м</w:t>
            </w:r>
            <w:proofErr w:type="spellEnd"/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.</w:t>
            </w:r>
          </w:p>
        </w:tc>
      </w:tr>
      <w:tr w:rsidR="00CF4B5A" w14:paraId="319E19A8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0690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63A9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F75B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10F0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877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2750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16B20F42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399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B595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0D64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7D56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1512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42A8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05572BD4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23D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49F9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9EE2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449B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B59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4B8C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1278295B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222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3C15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C147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9DD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4F7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97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41625658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51B7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A22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E013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294C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DC5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0B24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3D31D2FC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47E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81BD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2B5F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8AB8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8F4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6C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</w:tbl>
    <w:p w14:paraId="3B77E237" w14:textId="77777777" w:rsidR="00CF4B5A" w:rsidRDefault="00CF4B5A" w:rsidP="00CF4B5A">
      <w:pPr>
        <w:spacing w:before="240" w:after="120"/>
        <w:rPr>
          <w:rFonts w:ascii="Tahoma" w:hAnsi="Tahoma" w:cs="Tahoma"/>
        </w:rPr>
      </w:pPr>
    </w:p>
    <w:p w14:paraId="012E3B90" w14:textId="77777777" w:rsidR="00CF4B5A" w:rsidRDefault="00CF4B5A" w:rsidP="00CF4B5A">
      <w:pPr>
        <w:rPr>
          <w:rFonts w:ascii="Tahoma" w:hAnsi="Tahoma" w:cs="Tahoma"/>
        </w:rPr>
      </w:pPr>
    </w:p>
    <w:tbl>
      <w:tblPr>
        <w:tblpPr w:leftFromText="180" w:rightFromText="180" w:bottomFromText="200" w:vertAnchor="text" w:horzAnchor="margin" w:tblpXSpec="center" w:tblpY="-44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7"/>
        <w:gridCol w:w="4953"/>
      </w:tblGrid>
      <w:tr w:rsidR="00CF4B5A" w14:paraId="07D70A87" w14:textId="77777777" w:rsidTr="00A92F12">
        <w:trPr>
          <w:trHeight w:val="196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5AFC626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Организация, осуществляющая горячее водоснабжение: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3517A8C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Исполнитель:</w:t>
            </w:r>
          </w:p>
        </w:tc>
      </w:tr>
      <w:tr w:rsidR="00CF4B5A" w14:paraId="3DCA9F04" w14:textId="77777777" w:rsidTr="00A92F12">
        <w:trPr>
          <w:cantSplit/>
          <w:trHeight w:val="421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9917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bookmarkStart w:id="0" w:name="_GoBack"/>
            <w:bookmarkEnd w:id="0"/>
            <w:r>
              <w:rPr>
                <w:rFonts w:ascii="Tahoma" w:hAnsi="Tahoma" w:cs="Tahoma"/>
                <w:lang w:eastAsia="en-US"/>
              </w:rPr>
              <w:t>Дата подписания «____» ______________ 20__ года</w:t>
            </w:r>
          </w:p>
          <w:p w14:paraId="0A6DF7E7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__________________ /__________________/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05A7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Дата подписания «____» ___________ 20__ года</w:t>
            </w:r>
          </w:p>
          <w:p w14:paraId="29019C01" w14:textId="77777777" w:rsidR="00CF4B5A" w:rsidRDefault="00CF4B5A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_________________ /__________________/</w:t>
            </w:r>
          </w:p>
        </w:tc>
      </w:tr>
    </w:tbl>
    <w:p w14:paraId="21432F53" w14:textId="77777777" w:rsidR="00CF4B5A" w:rsidRDefault="00CF4B5A" w:rsidP="00CF4B5A">
      <w:pPr>
        <w:rPr>
          <w:rFonts w:ascii="Tahoma" w:hAnsi="Tahoma" w:cs="Tahoma"/>
        </w:rPr>
      </w:pPr>
    </w:p>
    <w:p w14:paraId="297B58F2" w14:textId="77777777" w:rsidR="00427646" w:rsidRDefault="00427646"/>
    <w:sectPr w:rsidR="00427646" w:rsidSect="00CF4B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CE1C8" w14:textId="77777777" w:rsidR="00016A85" w:rsidRDefault="00016A85">
      <w:r>
        <w:separator/>
      </w:r>
    </w:p>
  </w:endnote>
  <w:endnote w:type="continuationSeparator" w:id="0">
    <w:p w14:paraId="0F60DC63" w14:textId="77777777" w:rsidR="00016A85" w:rsidRDefault="0001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FB839" w14:textId="77777777" w:rsidR="00427646" w:rsidRDefault="004276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D18FE" w14:textId="77777777" w:rsidR="00427646" w:rsidRDefault="004276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E3919" w14:textId="77777777" w:rsidR="00427646" w:rsidRDefault="004276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AD17F" w14:textId="77777777" w:rsidR="00016A85" w:rsidRDefault="00016A85">
      <w:r>
        <w:separator/>
      </w:r>
    </w:p>
  </w:footnote>
  <w:footnote w:type="continuationSeparator" w:id="0">
    <w:p w14:paraId="7FFFD5E6" w14:textId="77777777" w:rsidR="00016A85" w:rsidRDefault="00016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32B2E" w14:textId="77777777" w:rsidR="00427646" w:rsidRDefault="004276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CBA" w14:textId="77777777" w:rsidR="00427646" w:rsidRDefault="004276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42771" w14:textId="77777777" w:rsidR="00427646" w:rsidRDefault="004276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5A"/>
    <w:rsid w:val="00016A85"/>
    <w:rsid w:val="00033A0F"/>
    <w:rsid w:val="00427646"/>
    <w:rsid w:val="004B3F67"/>
    <w:rsid w:val="005C2DEF"/>
    <w:rsid w:val="00A92F12"/>
    <w:rsid w:val="00B05BEA"/>
    <w:rsid w:val="00C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089B5"/>
  <w15:docId w15:val="{817CAA73-8B1A-463A-805E-9148BB2B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B5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Body Text"/>
    <w:basedOn w:val="a"/>
    <w:link w:val="a8"/>
    <w:unhideWhenUsed/>
    <w:rsid w:val="00CF4B5A"/>
    <w:pPr>
      <w:spacing w:after="120"/>
    </w:pPr>
  </w:style>
  <w:style w:type="character" w:customStyle="1" w:styleId="a8">
    <w:name w:val="Основной текст Знак"/>
    <w:basedOn w:val="a0"/>
    <w:link w:val="a7"/>
    <w:rsid w:val="00CF4B5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3</cp:revision>
  <dcterms:created xsi:type="dcterms:W3CDTF">2017-01-11T11:34:00Z</dcterms:created>
  <dcterms:modified xsi:type="dcterms:W3CDTF">2022-04-20T08:23:00Z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